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F915D" w14:textId="7201F3B2" w:rsidR="00476057" w:rsidRPr="00532681" w:rsidRDefault="00532681" w:rsidP="00A4469F">
      <w:pPr>
        <w:pStyle w:val="a4"/>
      </w:pPr>
      <w:r w:rsidRPr="00532681">
        <w:rPr>
          <w:rFonts w:hint="eastAsia"/>
        </w:rPr>
        <w:t>タイムスケジュール</w:t>
      </w:r>
    </w:p>
    <w:p w14:paraId="64987F64" w14:textId="77777777" w:rsidR="00532681" w:rsidRPr="00532681" w:rsidRDefault="00532681" w:rsidP="00A4469F"/>
    <w:tbl>
      <w:tblPr>
        <w:tblStyle w:val="a3"/>
        <w:tblW w:w="0" w:type="auto"/>
        <w:jc w:val="center"/>
        <w:tblLook w:val="04A0" w:firstRow="1" w:lastRow="0" w:firstColumn="1" w:lastColumn="0" w:noHBand="0" w:noVBand="1"/>
      </w:tblPr>
      <w:tblGrid>
        <w:gridCol w:w="2680"/>
        <w:gridCol w:w="7056"/>
      </w:tblGrid>
      <w:tr w:rsidR="00532681" w:rsidRPr="00532681" w14:paraId="31953473" w14:textId="77777777" w:rsidTr="008A7507">
        <w:trPr>
          <w:trHeight w:val="360"/>
          <w:jc w:val="center"/>
        </w:trPr>
        <w:tc>
          <w:tcPr>
            <w:tcW w:w="2691" w:type="dxa"/>
            <w:shd w:val="clear" w:color="auto" w:fill="F2F2F2" w:themeFill="background1" w:themeFillShade="F2"/>
          </w:tcPr>
          <w:p w14:paraId="495BFAAA" w14:textId="5BF40B53" w:rsidR="00532681" w:rsidRPr="00A4469F" w:rsidRDefault="00532681" w:rsidP="00A4469F">
            <w:pPr>
              <w:rPr>
                <w:b/>
                <w:bCs/>
              </w:rPr>
            </w:pPr>
            <w:r w:rsidRPr="00A4469F">
              <w:rPr>
                <w:rFonts w:hint="eastAsia"/>
                <w:b/>
                <w:bCs/>
              </w:rPr>
              <w:t>日程</w:t>
            </w:r>
          </w:p>
        </w:tc>
        <w:tc>
          <w:tcPr>
            <w:tcW w:w="7084" w:type="dxa"/>
          </w:tcPr>
          <w:p w14:paraId="68AC35B4" w14:textId="77777777" w:rsidR="00532681" w:rsidRPr="00532681" w:rsidRDefault="00A4469F" w:rsidP="00A4469F">
            <w:r>
              <w:rPr>
                <w:rFonts w:hint="eastAsia"/>
              </w:rPr>
              <w:t>2021年</w:t>
            </w:r>
            <w:r w:rsidR="00C51B4D">
              <w:rPr>
                <w:rFonts w:hint="eastAsia"/>
              </w:rPr>
              <w:t>3</w:t>
            </w:r>
            <w:r w:rsidR="00532681" w:rsidRPr="00532681">
              <w:t>月2</w:t>
            </w:r>
            <w:r w:rsidR="00C51B4D">
              <w:t>4</w:t>
            </w:r>
            <w:r w:rsidR="00532681" w:rsidRPr="00532681">
              <w:t>日（水）</w:t>
            </w:r>
            <w:r w:rsidR="003B0BA7">
              <w:rPr>
                <w:rFonts w:hint="eastAsia"/>
              </w:rPr>
              <w:t xml:space="preserve"> ～ </w:t>
            </w:r>
            <w:r w:rsidR="00C51B4D">
              <w:t>3</w:t>
            </w:r>
            <w:r w:rsidR="003B0BA7">
              <w:rPr>
                <w:rFonts w:hint="eastAsia"/>
              </w:rPr>
              <w:t>月</w:t>
            </w:r>
            <w:r w:rsidR="00C51B4D">
              <w:rPr>
                <w:rFonts w:hint="eastAsia"/>
              </w:rPr>
              <w:t>2</w:t>
            </w:r>
            <w:r w:rsidR="00C51B4D">
              <w:t>6</w:t>
            </w:r>
            <w:r w:rsidR="003B0BA7">
              <w:rPr>
                <w:rFonts w:hint="eastAsia"/>
              </w:rPr>
              <w:t>日（</w:t>
            </w:r>
            <w:r w:rsidR="00C51B4D">
              <w:rPr>
                <w:rFonts w:hint="eastAsia"/>
              </w:rPr>
              <w:t>金</w:t>
            </w:r>
            <w:r w:rsidR="003B0BA7">
              <w:rPr>
                <w:rFonts w:hint="eastAsia"/>
              </w:rPr>
              <w:t>）</w:t>
            </w:r>
          </w:p>
        </w:tc>
      </w:tr>
      <w:tr w:rsidR="00532681" w:rsidRPr="00A4469F" w14:paraId="40B46FF1" w14:textId="77777777" w:rsidTr="008A7507">
        <w:trPr>
          <w:trHeight w:val="348"/>
          <w:jc w:val="center"/>
        </w:trPr>
        <w:tc>
          <w:tcPr>
            <w:tcW w:w="2691" w:type="dxa"/>
            <w:shd w:val="clear" w:color="auto" w:fill="F2F2F2" w:themeFill="background1" w:themeFillShade="F2"/>
          </w:tcPr>
          <w:p w14:paraId="4409F57F" w14:textId="4AA5EAE8" w:rsidR="00532681" w:rsidRPr="00A4469F" w:rsidRDefault="00532681" w:rsidP="00A4469F">
            <w:pPr>
              <w:rPr>
                <w:b/>
                <w:bCs/>
              </w:rPr>
            </w:pPr>
            <w:r w:rsidRPr="00A4469F">
              <w:rPr>
                <w:rFonts w:hint="eastAsia"/>
                <w:b/>
                <w:bCs/>
              </w:rPr>
              <w:t>時間</w:t>
            </w:r>
          </w:p>
        </w:tc>
        <w:tc>
          <w:tcPr>
            <w:tcW w:w="7084" w:type="dxa"/>
          </w:tcPr>
          <w:p w14:paraId="4D1BDB2F" w14:textId="77777777" w:rsidR="00532681" w:rsidRPr="00532681" w:rsidRDefault="00C51B4D" w:rsidP="00A4469F">
            <w:r>
              <w:t>10</w:t>
            </w:r>
            <w:r w:rsidR="00532681" w:rsidRPr="00532681">
              <w:t>:00</w:t>
            </w:r>
            <w:r w:rsidR="00A4469F">
              <w:t xml:space="preserve"> </w:t>
            </w:r>
            <w:r w:rsidR="00532681" w:rsidRPr="00532681">
              <w:t>～</w:t>
            </w:r>
            <w:r w:rsidR="00A4469F">
              <w:rPr>
                <w:rFonts w:hint="eastAsia"/>
              </w:rPr>
              <w:t xml:space="preserve"> </w:t>
            </w:r>
            <w:r w:rsidR="00532681" w:rsidRPr="00532681">
              <w:t>1</w:t>
            </w:r>
            <w:r>
              <w:t>6</w:t>
            </w:r>
            <w:r w:rsidR="00532681" w:rsidRPr="00532681">
              <w:t>:</w:t>
            </w:r>
            <w:r>
              <w:t>0</w:t>
            </w:r>
            <w:r w:rsidR="00532681" w:rsidRPr="00532681">
              <w:t>0</w:t>
            </w:r>
            <w:r w:rsidR="00A4469F">
              <w:rPr>
                <w:rFonts w:hint="eastAsia"/>
              </w:rPr>
              <w:t xml:space="preserve"> </w:t>
            </w:r>
            <w:r w:rsidR="00532681" w:rsidRPr="00532681">
              <w:t>（昼休憩</w:t>
            </w:r>
            <w:r>
              <w:rPr>
                <w:rFonts w:hint="eastAsia"/>
              </w:rPr>
              <w:t>7</w:t>
            </w:r>
            <w:r w:rsidR="003B0BA7">
              <w:rPr>
                <w:rFonts w:hint="eastAsia"/>
              </w:rPr>
              <w:t>0</w:t>
            </w:r>
            <w:r w:rsidR="00532681" w:rsidRPr="00532681">
              <w:t>分間）</w:t>
            </w:r>
            <w:r w:rsidR="00A4469F">
              <w:rPr>
                <w:rFonts w:hint="eastAsia"/>
              </w:rPr>
              <w:t xml:space="preserve"> </w:t>
            </w:r>
          </w:p>
        </w:tc>
      </w:tr>
      <w:tr w:rsidR="00532681" w:rsidRPr="00532681" w14:paraId="6753B46C" w14:textId="77777777" w:rsidTr="008A7507">
        <w:trPr>
          <w:trHeight w:val="360"/>
          <w:jc w:val="center"/>
        </w:trPr>
        <w:tc>
          <w:tcPr>
            <w:tcW w:w="2691" w:type="dxa"/>
            <w:shd w:val="clear" w:color="auto" w:fill="F2F2F2" w:themeFill="background1" w:themeFillShade="F2"/>
          </w:tcPr>
          <w:p w14:paraId="65375088" w14:textId="3E09493A" w:rsidR="00532681" w:rsidRPr="00A4469F" w:rsidRDefault="00532681" w:rsidP="00A4469F">
            <w:pPr>
              <w:rPr>
                <w:b/>
                <w:bCs/>
              </w:rPr>
            </w:pPr>
            <w:r w:rsidRPr="00A4469F">
              <w:rPr>
                <w:rFonts w:hint="eastAsia"/>
                <w:b/>
                <w:bCs/>
              </w:rPr>
              <w:t>場所</w:t>
            </w:r>
          </w:p>
        </w:tc>
        <w:tc>
          <w:tcPr>
            <w:tcW w:w="7084" w:type="dxa"/>
          </w:tcPr>
          <w:p w14:paraId="16196566" w14:textId="1F719D8B" w:rsidR="00532681" w:rsidRPr="00532681" w:rsidRDefault="008A7507" w:rsidP="00A4469F">
            <w:r>
              <w:rPr>
                <w:rFonts w:hint="eastAsia"/>
              </w:rPr>
              <w:t>●●</w:t>
            </w:r>
          </w:p>
        </w:tc>
      </w:tr>
      <w:tr w:rsidR="00A4469F" w:rsidRPr="00532681" w14:paraId="50E6B1E9" w14:textId="77777777" w:rsidTr="008A7507">
        <w:trPr>
          <w:trHeight w:val="395"/>
          <w:jc w:val="center"/>
        </w:trPr>
        <w:tc>
          <w:tcPr>
            <w:tcW w:w="2691" w:type="dxa"/>
            <w:shd w:val="clear" w:color="auto" w:fill="F2F2F2" w:themeFill="background1" w:themeFillShade="F2"/>
          </w:tcPr>
          <w:p w14:paraId="113D802F" w14:textId="77777777" w:rsidR="00A4469F" w:rsidRPr="00A4469F" w:rsidRDefault="00A4469F" w:rsidP="00A4469F">
            <w:pPr>
              <w:rPr>
                <w:b/>
                <w:bCs/>
              </w:rPr>
            </w:pPr>
            <w:r w:rsidRPr="00A4469F">
              <w:rPr>
                <w:rFonts w:hint="eastAsia"/>
                <w:b/>
                <w:bCs/>
              </w:rPr>
              <w:t>使用テキスト</w:t>
            </w:r>
          </w:p>
        </w:tc>
        <w:tc>
          <w:tcPr>
            <w:tcW w:w="7084" w:type="dxa"/>
          </w:tcPr>
          <w:p w14:paraId="7F6B4298" w14:textId="77777777" w:rsidR="00A4469F" w:rsidRPr="00532681" w:rsidRDefault="00C51B4D" w:rsidP="00F55D90">
            <w:pPr>
              <w:jc w:val="left"/>
            </w:pPr>
            <w:r>
              <w:rPr>
                <w:rFonts w:hint="eastAsia"/>
              </w:rPr>
              <w:t>Transparently　榊裕次郎　オリジナルテキスト</w:t>
            </w:r>
          </w:p>
        </w:tc>
      </w:tr>
      <w:tr w:rsidR="00A4469F" w:rsidRPr="00532681" w14:paraId="031A88BE" w14:textId="77777777" w:rsidTr="008A7507">
        <w:trPr>
          <w:trHeight w:val="360"/>
          <w:jc w:val="center"/>
        </w:trPr>
        <w:tc>
          <w:tcPr>
            <w:tcW w:w="2691" w:type="dxa"/>
            <w:shd w:val="clear" w:color="auto" w:fill="F2F2F2" w:themeFill="background1" w:themeFillShade="F2"/>
          </w:tcPr>
          <w:p w14:paraId="3D4418AD" w14:textId="2963C9B3" w:rsidR="00A4469F" w:rsidRPr="00A4469F" w:rsidRDefault="00A4469F" w:rsidP="00A4469F">
            <w:pPr>
              <w:rPr>
                <w:b/>
                <w:bCs/>
              </w:rPr>
            </w:pPr>
            <w:r w:rsidRPr="00A4469F">
              <w:rPr>
                <w:rFonts w:hint="eastAsia"/>
                <w:b/>
                <w:bCs/>
              </w:rPr>
              <w:t>対象</w:t>
            </w:r>
          </w:p>
        </w:tc>
        <w:tc>
          <w:tcPr>
            <w:tcW w:w="7084" w:type="dxa"/>
          </w:tcPr>
          <w:p w14:paraId="7873874D" w14:textId="3B597360" w:rsidR="00A4469F" w:rsidRPr="00532681" w:rsidRDefault="008A7507" w:rsidP="00A4469F">
            <w:r>
              <w:rPr>
                <w:rFonts w:hint="eastAsia"/>
              </w:rPr>
              <w:t>●●</w:t>
            </w:r>
            <w:r w:rsidR="00C51B4D">
              <w:rPr>
                <w:rFonts w:hint="eastAsia"/>
              </w:rPr>
              <w:t>研修</w:t>
            </w:r>
          </w:p>
        </w:tc>
      </w:tr>
      <w:tr w:rsidR="00A4469F" w:rsidRPr="00532681" w14:paraId="051ECCB8" w14:textId="77777777" w:rsidTr="008A7507">
        <w:trPr>
          <w:trHeight w:val="348"/>
          <w:jc w:val="center"/>
        </w:trPr>
        <w:tc>
          <w:tcPr>
            <w:tcW w:w="2691" w:type="dxa"/>
            <w:shd w:val="clear" w:color="auto" w:fill="F2F2F2" w:themeFill="background1" w:themeFillShade="F2"/>
          </w:tcPr>
          <w:p w14:paraId="2BFC8690" w14:textId="7D4DA9C8" w:rsidR="00A4469F" w:rsidRPr="00A4469F" w:rsidRDefault="00A4469F" w:rsidP="00A4469F">
            <w:pPr>
              <w:rPr>
                <w:b/>
                <w:bCs/>
              </w:rPr>
            </w:pPr>
            <w:r w:rsidRPr="00A4469F">
              <w:rPr>
                <w:rFonts w:hint="eastAsia"/>
                <w:b/>
                <w:bCs/>
              </w:rPr>
              <w:t>人数</w:t>
            </w:r>
          </w:p>
        </w:tc>
        <w:tc>
          <w:tcPr>
            <w:tcW w:w="7084" w:type="dxa"/>
          </w:tcPr>
          <w:p w14:paraId="11C31C3B" w14:textId="5BFC3AE0" w:rsidR="00A4469F" w:rsidRPr="00532681" w:rsidRDefault="008A7507" w:rsidP="00A4469F">
            <w:r>
              <w:rPr>
                <w:rFonts w:hint="eastAsia"/>
              </w:rPr>
              <w:t>●●</w:t>
            </w:r>
            <w:r w:rsidR="003B0BA7">
              <w:rPr>
                <w:rFonts w:hint="eastAsia"/>
              </w:rPr>
              <w:t>名</w:t>
            </w:r>
          </w:p>
        </w:tc>
      </w:tr>
      <w:tr w:rsidR="00A4469F" w:rsidRPr="00A4469F" w14:paraId="5C770128" w14:textId="77777777" w:rsidTr="008A7507">
        <w:trPr>
          <w:trHeight w:val="383"/>
          <w:jc w:val="center"/>
        </w:trPr>
        <w:tc>
          <w:tcPr>
            <w:tcW w:w="2691" w:type="dxa"/>
            <w:shd w:val="clear" w:color="auto" w:fill="F2F2F2" w:themeFill="background1" w:themeFillShade="F2"/>
          </w:tcPr>
          <w:p w14:paraId="09A054B0" w14:textId="77777777" w:rsidR="00A4469F" w:rsidRPr="00A4469F" w:rsidRDefault="00A4469F" w:rsidP="00A4469F">
            <w:pPr>
              <w:rPr>
                <w:b/>
                <w:bCs/>
              </w:rPr>
            </w:pPr>
            <w:r w:rsidRPr="00A4469F">
              <w:rPr>
                <w:rFonts w:hint="eastAsia"/>
                <w:b/>
                <w:bCs/>
              </w:rPr>
              <w:t>研修目的</w:t>
            </w:r>
          </w:p>
        </w:tc>
        <w:tc>
          <w:tcPr>
            <w:tcW w:w="7084" w:type="dxa"/>
          </w:tcPr>
          <w:p w14:paraId="66DD8CFF" w14:textId="567EE67B" w:rsidR="00A4469F" w:rsidRPr="00532681" w:rsidRDefault="008A7507" w:rsidP="00A4469F">
            <w:r>
              <w:rPr>
                <w:rFonts w:hint="eastAsia"/>
              </w:rPr>
              <w:t>●●●●●●●●</w:t>
            </w:r>
          </w:p>
        </w:tc>
      </w:tr>
    </w:tbl>
    <w:p w14:paraId="5C74324C" w14:textId="77777777" w:rsidR="00532681" w:rsidRDefault="00532681" w:rsidP="00A4469F"/>
    <w:p w14:paraId="70BA747C" w14:textId="239742BB" w:rsidR="00363318" w:rsidRDefault="00F55D90" w:rsidP="00F55D90">
      <w:r>
        <w:rPr>
          <w:rFonts w:hint="eastAsia"/>
        </w:rPr>
        <w:t>★</w:t>
      </w:r>
      <w:r w:rsidR="008A7507">
        <w:rPr>
          <w:rFonts w:hint="eastAsia"/>
        </w:rPr>
        <w:t xml:space="preserve"> ここに諸注意などを書いておくといいかもしれません。</w:t>
      </w:r>
    </w:p>
    <w:tbl>
      <w:tblPr>
        <w:tblStyle w:val="a3"/>
        <w:tblW w:w="9765" w:type="dxa"/>
        <w:jc w:val="center"/>
        <w:tblBorders>
          <w:top w:val="single" w:sz="12" w:space="0" w:color="auto"/>
          <w:left w:val="single" w:sz="12" w:space="0" w:color="auto"/>
          <w:right w:val="single" w:sz="12" w:space="0" w:color="auto"/>
        </w:tblBorders>
        <w:tblLook w:val="04A0" w:firstRow="1" w:lastRow="0" w:firstColumn="1" w:lastColumn="0" w:noHBand="0" w:noVBand="1"/>
      </w:tblPr>
      <w:tblGrid>
        <w:gridCol w:w="552"/>
        <w:gridCol w:w="1701"/>
        <w:gridCol w:w="567"/>
        <w:gridCol w:w="6945"/>
      </w:tblGrid>
      <w:tr w:rsidR="00A4469F" w14:paraId="19546ACB" w14:textId="77777777" w:rsidTr="008A7507">
        <w:trPr>
          <w:jc w:val="center"/>
        </w:trPr>
        <w:tc>
          <w:tcPr>
            <w:tcW w:w="2253" w:type="dxa"/>
            <w:gridSpan w:val="2"/>
            <w:shd w:val="clear" w:color="auto" w:fill="000000" w:themeFill="text1"/>
          </w:tcPr>
          <w:p w14:paraId="3C13A1F2" w14:textId="77777777" w:rsidR="00A4469F" w:rsidRPr="00363318" w:rsidRDefault="00A4469F" w:rsidP="00A4469F">
            <w:pPr>
              <w:rPr>
                <w:b/>
                <w:bCs/>
                <w:color w:val="FFFFFF" w:themeColor="background1"/>
              </w:rPr>
            </w:pPr>
            <w:r w:rsidRPr="00363318">
              <w:rPr>
                <w:rFonts w:hint="eastAsia"/>
                <w:b/>
                <w:bCs/>
                <w:color w:val="FFFFFF" w:themeColor="background1"/>
              </w:rPr>
              <w:t>時間</w:t>
            </w:r>
          </w:p>
        </w:tc>
        <w:tc>
          <w:tcPr>
            <w:tcW w:w="567" w:type="dxa"/>
            <w:shd w:val="clear" w:color="auto" w:fill="000000" w:themeFill="text1"/>
          </w:tcPr>
          <w:p w14:paraId="5838A624" w14:textId="77777777" w:rsidR="00A4469F" w:rsidRPr="00363318" w:rsidRDefault="00A4469F" w:rsidP="00A4469F">
            <w:pPr>
              <w:rPr>
                <w:b/>
                <w:bCs/>
                <w:color w:val="FFFFFF" w:themeColor="background1"/>
              </w:rPr>
            </w:pPr>
          </w:p>
        </w:tc>
        <w:tc>
          <w:tcPr>
            <w:tcW w:w="6945" w:type="dxa"/>
            <w:shd w:val="clear" w:color="auto" w:fill="000000" w:themeFill="text1"/>
          </w:tcPr>
          <w:p w14:paraId="104A9C21" w14:textId="5970E734" w:rsidR="00A4469F" w:rsidRPr="00363318" w:rsidRDefault="008A7507" w:rsidP="00A4469F">
            <w:pPr>
              <w:rPr>
                <w:b/>
                <w:bCs/>
                <w:color w:val="FFFFFF" w:themeColor="background1"/>
              </w:rPr>
            </w:pPr>
            <w:r>
              <w:rPr>
                <w:rFonts w:hint="eastAsia"/>
                <w:b/>
                <w:bCs/>
                <w:color w:val="FFFFFF" w:themeColor="background1"/>
              </w:rPr>
              <w:t>スケジュール</w:t>
            </w:r>
          </w:p>
        </w:tc>
      </w:tr>
      <w:tr w:rsidR="008A7507" w:rsidRPr="00C51B4D" w14:paraId="67EAD583" w14:textId="77777777" w:rsidTr="008A7507">
        <w:trPr>
          <w:jc w:val="center"/>
        </w:trPr>
        <w:tc>
          <w:tcPr>
            <w:tcW w:w="552" w:type="dxa"/>
          </w:tcPr>
          <w:p w14:paraId="5691A830" w14:textId="77777777" w:rsidR="008A7507" w:rsidRDefault="008A7507" w:rsidP="008A7507">
            <w:r>
              <w:rPr>
                <w:rFonts w:hint="eastAsia"/>
              </w:rPr>
              <w:t>5</w:t>
            </w:r>
            <w:r>
              <w:t>0</w:t>
            </w:r>
          </w:p>
        </w:tc>
        <w:tc>
          <w:tcPr>
            <w:tcW w:w="1701" w:type="dxa"/>
          </w:tcPr>
          <w:p w14:paraId="2CEE2D5A" w14:textId="77777777" w:rsidR="008A7507" w:rsidRDefault="008A7507" w:rsidP="008A7507">
            <w:pPr>
              <w:jc w:val="center"/>
            </w:pPr>
            <w:r>
              <w:rPr>
                <w:rFonts w:hint="eastAsia"/>
              </w:rPr>
              <w:t>1</w:t>
            </w:r>
            <w:r>
              <w:t>0</w:t>
            </w:r>
            <w:r>
              <w:rPr>
                <w:rFonts w:hint="eastAsia"/>
              </w:rPr>
              <w:t>:00 ～ 1</w:t>
            </w:r>
            <w:r>
              <w:t>0</w:t>
            </w:r>
            <w:r>
              <w:rPr>
                <w:rFonts w:hint="eastAsia"/>
              </w:rPr>
              <w:t>:</w:t>
            </w:r>
            <w:r>
              <w:t>5</w:t>
            </w:r>
            <w:r>
              <w:rPr>
                <w:rFonts w:hint="eastAsia"/>
              </w:rPr>
              <w:t>0</w:t>
            </w:r>
          </w:p>
        </w:tc>
        <w:tc>
          <w:tcPr>
            <w:tcW w:w="567" w:type="dxa"/>
          </w:tcPr>
          <w:p w14:paraId="484EAF76" w14:textId="0DC4FB95" w:rsidR="008A7507" w:rsidRDefault="008A7507" w:rsidP="008A7507">
            <w:pPr>
              <w:jc w:val="center"/>
            </w:pPr>
            <w:r>
              <w:rPr>
                <w:rFonts w:hint="eastAsia"/>
              </w:rPr>
              <w:t>★</w:t>
            </w:r>
          </w:p>
        </w:tc>
        <w:tc>
          <w:tcPr>
            <w:tcW w:w="6945" w:type="dxa"/>
          </w:tcPr>
          <w:p w14:paraId="2F2CC3F6" w14:textId="1EC5316E" w:rsidR="008A7507" w:rsidRDefault="008A7507" w:rsidP="008A7507">
            <w:pPr>
              <w:rPr>
                <w:b/>
                <w:bCs/>
              </w:rPr>
            </w:pPr>
            <w:r>
              <w:rPr>
                <w:rFonts w:hint="eastAsia"/>
                <w:b/>
                <w:bCs/>
              </w:rPr>
              <w:t>【重要】　★印をつけると、重要なマークとしてポイントつきますよね。</w:t>
            </w:r>
          </w:p>
          <w:p w14:paraId="4F786113" w14:textId="77777777" w:rsidR="008A7507" w:rsidRPr="008A7507" w:rsidRDefault="008A7507" w:rsidP="008A7507"/>
          <w:p w14:paraId="5830E52D" w14:textId="77777777" w:rsidR="008A7507" w:rsidRDefault="008A7507" w:rsidP="008A7507">
            <w:r>
              <w:rPr>
                <w:rFonts w:hint="eastAsia"/>
              </w:rPr>
              <w:t>【基本スケジュール】</w:t>
            </w:r>
          </w:p>
          <w:p w14:paraId="66D4CFEE" w14:textId="77777777" w:rsidR="008A7507" w:rsidRPr="0001788E" w:rsidRDefault="008A7507" w:rsidP="008A7507"/>
          <w:p w14:paraId="0D39BC79" w14:textId="77777777" w:rsidR="008A7507" w:rsidRDefault="008A7507" w:rsidP="008A7507">
            <w:pPr>
              <w:pStyle w:val="a8"/>
              <w:numPr>
                <w:ilvl w:val="0"/>
                <w:numId w:val="14"/>
              </w:numPr>
              <w:ind w:leftChars="0"/>
            </w:pPr>
            <w:r>
              <w:rPr>
                <w:rFonts w:hint="eastAsia"/>
              </w:rPr>
              <w:t>1</w:t>
            </w:r>
            <w:r>
              <w:t xml:space="preserve">0:00 </w:t>
            </w:r>
            <w:r>
              <w:rPr>
                <w:rFonts w:hint="eastAsia"/>
              </w:rPr>
              <w:t xml:space="preserve">～ </w:t>
            </w:r>
            <w:r>
              <w:t>10:50</w:t>
            </w:r>
          </w:p>
          <w:p w14:paraId="7B002DB8" w14:textId="77777777" w:rsidR="008A7507" w:rsidRDefault="008A7507" w:rsidP="008A7507">
            <w:pPr>
              <w:pStyle w:val="a8"/>
              <w:numPr>
                <w:ilvl w:val="0"/>
                <w:numId w:val="14"/>
              </w:numPr>
              <w:ind w:leftChars="0"/>
            </w:pPr>
            <w:r>
              <w:rPr>
                <w:rFonts w:hint="eastAsia"/>
              </w:rPr>
              <w:t>1</w:t>
            </w:r>
            <w:r>
              <w:t xml:space="preserve">1:00 </w:t>
            </w:r>
            <w:r>
              <w:rPr>
                <w:rFonts w:hint="eastAsia"/>
              </w:rPr>
              <w:t xml:space="preserve">～ </w:t>
            </w:r>
            <w:r>
              <w:t>11:50</w:t>
            </w:r>
          </w:p>
          <w:p w14:paraId="50E6DBC9" w14:textId="77777777" w:rsidR="008A7507" w:rsidRDefault="008A7507" w:rsidP="008A7507">
            <w:pPr>
              <w:pStyle w:val="a8"/>
              <w:numPr>
                <w:ilvl w:val="0"/>
                <w:numId w:val="14"/>
              </w:numPr>
              <w:ind w:leftChars="0"/>
            </w:pPr>
            <w:r>
              <w:rPr>
                <w:rFonts w:hint="eastAsia"/>
              </w:rPr>
              <w:t>1</w:t>
            </w:r>
            <w:r>
              <w:t xml:space="preserve">2:00 </w:t>
            </w:r>
            <w:r>
              <w:rPr>
                <w:rFonts w:hint="eastAsia"/>
              </w:rPr>
              <w:t xml:space="preserve">～ </w:t>
            </w:r>
            <w:r>
              <w:t>12:50</w:t>
            </w:r>
          </w:p>
          <w:p w14:paraId="438A963F" w14:textId="77777777" w:rsidR="008A7507" w:rsidRDefault="008A7507" w:rsidP="008A7507">
            <w:pPr>
              <w:ind w:firstLineChars="100" w:firstLine="180"/>
            </w:pPr>
            <w:r>
              <w:rPr>
                <w:rFonts w:hint="eastAsia"/>
              </w:rPr>
              <w:t>お昼休み　70分</w:t>
            </w:r>
          </w:p>
          <w:p w14:paraId="36B2BBC4" w14:textId="77777777" w:rsidR="008A7507" w:rsidRDefault="008A7507" w:rsidP="008A7507">
            <w:pPr>
              <w:pStyle w:val="a8"/>
              <w:numPr>
                <w:ilvl w:val="0"/>
                <w:numId w:val="14"/>
              </w:numPr>
              <w:ind w:leftChars="0"/>
            </w:pPr>
            <w:r>
              <w:rPr>
                <w:rFonts w:hint="eastAsia"/>
              </w:rPr>
              <w:t>1</w:t>
            </w:r>
            <w:r>
              <w:t xml:space="preserve">4:00 </w:t>
            </w:r>
            <w:r>
              <w:rPr>
                <w:rFonts w:hint="eastAsia"/>
              </w:rPr>
              <w:t xml:space="preserve">～ </w:t>
            </w:r>
            <w:r>
              <w:t>14:50</w:t>
            </w:r>
          </w:p>
          <w:p w14:paraId="01DA0F9F" w14:textId="77777777" w:rsidR="008A7507" w:rsidRDefault="008A7507" w:rsidP="008A7507">
            <w:pPr>
              <w:pStyle w:val="a8"/>
              <w:numPr>
                <w:ilvl w:val="0"/>
                <w:numId w:val="14"/>
              </w:numPr>
              <w:ind w:leftChars="0"/>
            </w:pPr>
            <w:r>
              <w:rPr>
                <w:rFonts w:hint="eastAsia"/>
              </w:rPr>
              <w:t>1</w:t>
            </w:r>
            <w:r>
              <w:t xml:space="preserve">5:00 </w:t>
            </w:r>
            <w:r>
              <w:rPr>
                <w:rFonts w:hint="eastAsia"/>
              </w:rPr>
              <w:t xml:space="preserve">～ </w:t>
            </w:r>
            <w:r>
              <w:t>16:00</w:t>
            </w:r>
          </w:p>
          <w:p w14:paraId="2595E9D5" w14:textId="77777777" w:rsidR="008A7507" w:rsidRDefault="008A7507" w:rsidP="008A7507"/>
          <w:p w14:paraId="626FCE13" w14:textId="0A6F743B"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586CFB20" w14:textId="7CE7C4A4" w:rsidR="008A7507" w:rsidRDefault="008A7507" w:rsidP="008A7507"/>
        </w:tc>
      </w:tr>
      <w:tr w:rsidR="008A7507" w14:paraId="2BB403C7" w14:textId="77777777" w:rsidTr="008A7507">
        <w:trPr>
          <w:jc w:val="center"/>
        </w:trPr>
        <w:tc>
          <w:tcPr>
            <w:tcW w:w="9765" w:type="dxa"/>
            <w:gridSpan w:val="4"/>
            <w:shd w:val="clear" w:color="auto" w:fill="FFF2CC" w:themeFill="accent4" w:themeFillTint="33"/>
          </w:tcPr>
          <w:p w14:paraId="370DE918" w14:textId="77777777" w:rsidR="008A7507" w:rsidRDefault="008A7507" w:rsidP="008A7507">
            <w:pPr>
              <w:jc w:val="center"/>
            </w:pPr>
            <w:r>
              <w:rPr>
                <w:rFonts w:hint="eastAsia"/>
              </w:rPr>
              <w:t>10分休憩</w:t>
            </w:r>
          </w:p>
        </w:tc>
      </w:tr>
      <w:tr w:rsidR="008A7507" w14:paraId="7DC4DFFD" w14:textId="77777777" w:rsidTr="008A7507">
        <w:trPr>
          <w:jc w:val="center"/>
        </w:trPr>
        <w:tc>
          <w:tcPr>
            <w:tcW w:w="552" w:type="dxa"/>
          </w:tcPr>
          <w:p w14:paraId="3401BCC4" w14:textId="77777777" w:rsidR="008A7507" w:rsidRDefault="008A7507" w:rsidP="008A7507">
            <w:r>
              <w:rPr>
                <w:rFonts w:hint="eastAsia"/>
              </w:rPr>
              <w:t>5</w:t>
            </w:r>
            <w:r>
              <w:t>0</w:t>
            </w:r>
          </w:p>
        </w:tc>
        <w:tc>
          <w:tcPr>
            <w:tcW w:w="1701" w:type="dxa"/>
          </w:tcPr>
          <w:p w14:paraId="41B36C04" w14:textId="77777777" w:rsidR="008A7507" w:rsidRDefault="008A7507" w:rsidP="008A7507">
            <w:pPr>
              <w:jc w:val="center"/>
            </w:pPr>
            <w:r>
              <w:t>11</w:t>
            </w:r>
            <w:r>
              <w:rPr>
                <w:rFonts w:hint="eastAsia"/>
              </w:rPr>
              <w:t>:</w:t>
            </w:r>
            <w:r>
              <w:t>0</w:t>
            </w:r>
            <w:r>
              <w:rPr>
                <w:rFonts w:hint="eastAsia"/>
              </w:rPr>
              <w:t xml:space="preserve">0 ～ </w:t>
            </w:r>
            <w:r>
              <w:t>11</w:t>
            </w:r>
            <w:r>
              <w:rPr>
                <w:rFonts w:hint="eastAsia"/>
              </w:rPr>
              <w:t>:</w:t>
            </w:r>
            <w:r>
              <w:t>5</w:t>
            </w:r>
            <w:r>
              <w:rPr>
                <w:rFonts w:hint="eastAsia"/>
              </w:rPr>
              <w:t>0</w:t>
            </w:r>
          </w:p>
        </w:tc>
        <w:tc>
          <w:tcPr>
            <w:tcW w:w="567" w:type="dxa"/>
          </w:tcPr>
          <w:p w14:paraId="1B43B3DE" w14:textId="77777777" w:rsidR="008A7507" w:rsidRDefault="008A7507" w:rsidP="008A7507">
            <w:pPr>
              <w:jc w:val="center"/>
            </w:pPr>
          </w:p>
        </w:tc>
        <w:tc>
          <w:tcPr>
            <w:tcW w:w="6945" w:type="dxa"/>
          </w:tcPr>
          <w:p w14:paraId="3D1FC917" w14:textId="55373140" w:rsidR="008A7507" w:rsidRPr="0001788E"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401842BB" w14:textId="22604072" w:rsidR="008A7507" w:rsidRPr="0001788E" w:rsidRDefault="008A7507" w:rsidP="008A7507"/>
        </w:tc>
      </w:tr>
      <w:tr w:rsidR="008A7507" w14:paraId="03B90C57" w14:textId="77777777" w:rsidTr="008A7507">
        <w:trPr>
          <w:jc w:val="center"/>
        </w:trPr>
        <w:tc>
          <w:tcPr>
            <w:tcW w:w="9765" w:type="dxa"/>
            <w:gridSpan w:val="4"/>
            <w:shd w:val="clear" w:color="auto" w:fill="FFF2CC" w:themeFill="accent4" w:themeFillTint="33"/>
          </w:tcPr>
          <w:p w14:paraId="04D1E7DF" w14:textId="77777777" w:rsidR="008A7507" w:rsidRDefault="008A7507" w:rsidP="008A7507">
            <w:pPr>
              <w:jc w:val="center"/>
            </w:pPr>
            <w:r>
              <w:rPr>
                <w:rFonts w:hint="eastAsia"/>
              </w:rPr>
              <w:t>10分休憩</w:t>
            </w:r>
          </w:p>
        </w:tc>
      </w:tr>
      <w:tr w:rsidR="008A7507" w:rsidRPr="00381102" w14:paraId="7C802145" w14:textId="77777777" w:rsidTr="008A7507">
        <w:trPr>
          <w:jc w:val="center"/>
        </w:trPr>
        <w:tc>
          <w:tcPr>
            <w:tcW w:w="552" w:type="dxa"/>
          </w:tcPr>
          <w:p w14:paraId="6D1B0D2A" w14:textId="77777777" w:rsidR="008A7507" w:rsidRDefault="008A7507" w:rsidP="008A7507">
            <w:r>
              <w:rPr>
                <w:rFonts w:hint="eastAsia"/>
              </w:rPr>
              <w:t>50</w:t>
            </w:r>
          </w:p>
        </w:tc>
        <w:tc>
          <w:tcPr>
            <w:tcW w:w="1701" w:type="dxa"/>
          </w:tcPr>
          <w:p w14:paraId="41D500DD" w14:textId="77777777" w:rsidR="008A7507" w:rsidRDefault="008A7507" w:rsidP="008A7507">
            <w:pPr>
              <w:jc w:val="center"/>
            </w:pPr>
            <w:r>
              <w:rPr>
                <w:rFonts w:hint="eastAsia"/>
              </w:rPr>
              <w:t>12:00 ～ 1</w:t>
            </w:r>
            <w:r>
              <w:t>2</w:t>
            </w:r>
            <w:r>
              <w:rPr>
                <w:rFonts w:hint="eastAsia"/>
              </w:rPr>
              <w:t>:50</w:t>
            </w:r>
          </w:p>
        </w:tc>
        <w:tc>
          <w:tcPr>
            <w:tcW w:w="567" w:type="dxa"/>
          </w:tcPr>
          <w:p w14:paraId="238EFAD3" w14:textId="77777777" w:rsidR="008A7507" w:rsidRDefault="008A7507" w:rsidP="008A7507">
            <w:pPr>
              <w:jc w:val="center"/>
            </w:pPr>
            <w:r>
              <w:rPr>
                <w:rFonts w:hint="eastAsia"/>
              </w:rPr>
              <w:t>★</w:t>
            </w:r>
          </w:p>
        </w:tc>
        <w:tc>
          <w:tcPr>
            <w:tcW w:w="6945" w:type="dxa"/>
          </w:tcPr>
          <w:p w14:paraId="3F3930A4" w14:textId="763BAB76" w:rsidR="008A7507" w:rsidRDefault="008A7507" w:rsidP="008A7507">
            <w:pPr>
              <w:rPr>
                <w:b/>
                <w:bCs/>
              </w:rPr>
            </w:pPr>
            <w:r>
              <w:rPr>
                <w:rFonts w:hint="eastAsia"/>
                <w:b/>
                <w:bCs/>
              </w:rPr>
              <w:t>【重要】　この時間は集中します。</w:t>
            </w:r>
          </w:p>
          <w:p w14:paraId="100BE211" w14:textId="77777777" w:rsidR="008A7507" w:rsidRDefault="008A7507" w:rsidP="008A7507">
            <w:pPr>
              <w:rPr>
                <w:b/>
                <w:bCs/>
              </w:rPr>
            </w:pPr>
          </w:p>
          <w:p w14:paraId="6A2DCF57" w14:textId="7109AB25"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1AF7A58D" w14:textId="77777777" w:rsidR="008A7507" w:rsidRDefault="008A7507" w:rsidP="008A7507"/>
          <w:p w14:paraId="7A783802" w14:textId="77777777"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2170B944" w14:textId="77777777" w:rsidR="008A7507" w:rsidRPr="008A7507" w:rsidRDefault="008A7507" w:rsidP="008A7507"/>
        </w:tc>
      </w:tr>
      <w:tr w:rsidR="008A7507" w14:paraId="5E05F455" w14:textId="77777777" w:rsidTr="008A7507">
        <w:trPr>
          <w:jc w:val="center"/>
        </w:trPr>
        <w:tc>
          <w:tcPr>
            <w:tcW w:w="9765" w:type="dxa"/>
            <w:gridSpan w:val="4"/>
            <w:shd w:val="clear" w:color="auto" w:fill="FFF2CC" w:themeFill="accent4" w:themeFillTint="33"/>
          </w:tcPr>
          <w:p w14:paraId="5A893D6A" w14:textId="77777777" w:rsidR="008A7507" w:rsidRPr="00846541" w:rsidRDefault="008A7507" w:rsidP="008A7507">
            <w:pPr>
              <w:jc w:val="center"/>
              <w:rPr>
                <w:b/>
                <w:bCs/>
              </w:rPr>
            </w:pPr>
            <w:r>
              <w:rPr>
                <w:rFonts w:hint="eastAsia"/>
              </w:rPr>
              <w:lastRenderedPageBreak/>
              <w:t>70分お昼</w:t>
            </w:r>
          </w:p>
        </w:tc>
      </w:tr>
      <w:tr w:rsidR="008A7507" w:rsidRPr="00381102" w14:paraId="6A4745F0" w14:textId="77777777" w:rsidTr="008A7507">
        <w:trPr>
          <w:jc w:val="center"/>
        </w:trPr>
        <w:tc>
          <w:tcPr>
            <w:tcW w:w="552" w:type="dxa"/>
          </w:tcPr>
          <w:p w14:paraId="257B3F24" w14:textId="77777777" w:rsidR="008A7507" w:rsidRDefault="008A7507" w:rsidP="008A7507">
            <w:r>
              <w:rPr>
                <w:rFonts w:hint="eastAsia"/>
              </w:rPr>
              <w:t>50</w:t>
            </w:r>
          </w:p>
        </w:tc>
        <w:tc>
          <w:tcPr>
            <w:tcW w:w="1701" w:type="dxa"/>
          </w:tcPr>
          <w:p w14:paraId="04320EE4" w14:textId="77777777" w:rsidR="008A7507" w:rsidRDefault="008A7507" w:rsidP="008A7507">
            <w:pPr>
              <w:jc w:val="center"/>
            </w:pPr>
            <w:r>
              <w:rPr>
                <w:rFonts w:hint="eastAsia"/>
              </w:rPr>
              <w:t>1</w:t>
            </w:r>
            <w:r>
              <w:t>4</w:t>
            </w:r>
            <w:r>
              <w:rPr>
                <w:rFonts w:hint="eastAsia"/>
              </w:rPr>
              <w:t>:00 ～ 1</w:t>
            </w:r>
            <w:r>
              <w:t>4</w:t>
            </w:r>
            <w:r>
              <w:rPr>
                <w:rFonts w:hint="eastAsia"/>
              </w:rPr>
              <w:t>:</w:t>
            </w:r>
            <w:r>
              <w:t>5</w:t>
            </w:r>
            <w:r>
              <w:rPr>
                <w:rFonts w:hint="eastAsia"/>
              </w:rPr>
              <w:t>0</w:t>
            </w:r>
          </w:p>
        </w:tc>
        <w:tc>
          <w:tcPr>
            <w:tcW w:w="567" w:type="dxa"/>
          </w:tcPr>
          <w:p w14:paraId="0F71E6E5" w14:textId="77777777" w:rsidR="008A7507" w:rsidRDefault="008A7507" w:rsidP="008A7507">
            <w:pPr>
              <w:jc w:val="center"/>
            </w:pPr>
          </w:p>
        </w:tc>
        <w:tc>
          <w:tcPr>
            <w:tcW w:w="6945" w:type="dxa"/>
          </w:tcPr>
          <w:p w14:paraId="2996D67C" w14:textId="1AAF18BC"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4A5494ED" w14:textId="29E21D85" w:rsidR="008A7507" w:rsidRDefault="008A7507" w:rsidP="008A7507"/>
          <w:p w14:paraId="4344FAC3" w14:textId="77777777"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62932D7D" w14:textId="4854E953" w:rsidR="008A7507" w:rsidRDefault="008A7507" w:rsidP="008A7507"/>
          <w:p w14:paraId="2D5C0B81" w14:textId="77777777"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02630FA6" w14:textId="77777777" w:rsidR="008A7507" w:rsidRPr="008A7507" w:rsidRDefault="008A7507" w:rsidP="008A7507"/>
          <w:p w14:paraId="1146F590" w14:textId="77777777" w:rsidR="008A7507" w:rsidRPr="008A7507" w:rsidRDefault="008A7507" w:rsidP="008A7507">
            <w:pPr>
              <w:rPr>
                <w:b/>
                <w:bCs/>
              </w:rPr>
            </w:pPr>
          </w:p>
        </w:tc>
      </w:tr>
      <w:tr w:rsidR="008A7507" w14:paraId="4ACC1DA1" w14:textId="77777777" w:rsidTr="008A7507">
        <w:trPr>
          <w:jc w:val="center"/>
        </w:trPr>
        <w:tc>
          <w:tcPr>
            <w:tcW w:w="9765" w:type="dxa"/>
            <w:gridSpan w:val="4"/>
            <w:shd w:val="clear" w:color="auto" w:fill="FFF2CC" w:themeFill="accent4" w:themeFillTint="33"/>
          </w:tcPr>
          <w:p w14:paraId="4B5303F8" w14:textId="77777777" w:rsidR="008A7507" w:rsidRPr="00846541" w:rsidRDefault="008A7507" w:rsidP="008A7507">
            <w:pPr>
              <w:jc w:val="center"/>
              <w:rPr>
                <w:b/>
                <w:bCs/>
              </w:rPr>
            </w:pPr>
            <w:r>
              <w:t>1</w:t>
            </w:r>
            <w:r>
              <w:rPr>
                <w:rFonts w:hint="eastAsia"/>
              </w:rPr>
              <w:t>0分休憩</w:t>
            </w:r>
          </w:p>
        </w:tc>
      </w:tr>
      <w:tr w:rsidR="008A7507" w:rsidRPr="00846541" w14:paraId="476E7A21" w14:textId="77777777" w:rsidTr="008A7507">
        <w:trPr>
          <w:jc w:val="center"/>
        </w:trPr>
        <w:tc>
          <w:tcPr>
            <w:tcW w:w="552" w:type="dxa"/>
          </w:tcPr>
          <w:p w14:paraId="13998FD8" w14:textId="77777777" w:rsidR="008A7507" w:rsidRDefault="008A7507" w:rsidP="008A7507">
            <w:r>
              <w:rPr>
                <w:rFonts w:hint="eastAsia"/>
              </w:rPr>
              <w:t>5</w:t>
            </w:r>
            <w:r>
              <w:t>0</w:t>
            </w:r>
          </w:p>
          <w:p w14:paraId="05300998" w14:textId="77777777" w:rsidR="008A7507" w:rsidRDefault="008A7507" w:rsidP="008A7507"/>
        </w:tc>
        <w:tc>
          <w:tcPr>
            <w:tcW w:w="1701" w:type="dxa"/>
          </w:tcPr>
          <w:p w14:paraId="1EECC192" w14:textId="77777777" w:rsidR="008A7507" w:rsidRDefault="008A7507" w:rsidP="008A7507">
            <w:pPr>
              <w:jc w:val="center"/>
            </w:pPr>
            <w:r>
              <w:rPr>
                <w:rFonts w:hint="eastAsia"/>
              </w:rPr>
              <w:t>15:00 ～ 1</w:t>
            </w:r>
            <w:r>
              <w:t>6</w:t>
            </w:r>
            <w:r>
              <w:rPr>
                <w:rFonts w:hint="eastAsia"/>
              </w:rPr>
              <w:t>:00</w:t>
            </w:r>
          </w:p>
        </w:tc>
        <w:tc>
          <w:tcPr>
            <w:tcW w:w="567" w:type="dxa"/>
          </w:tcPr>
          <w:p w14:paraId="7BCABE19" w14:textId="77777777" w:rsidR="008A7507" w:rsidRDefault="008A7507" w:rsidP="008A7507">
            <w:pPr>
              <w:jc w:val="center"/>
            </w:pPr>
          </w:p>
        </w:tc>
        <w:tc>
          <w:tcPr>
            <w:tcW w:w="6945" w:type="dxa"/>
          </w:tcPr>
          <w:p w14:paraId="3F32102F" w14:textId="77777777"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6857D293" w14:textId="77777777" w:rsidR="008A7507" w:rsidRDefault="008A7507" w:rsidP="008A7507"/>
          <w:p w14:paraId="0C364CD0" w14:textId="77777777"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5EC49592" w14:textId="77777777" w:rsidR="008A7507" w:rsidRDefault="008A7507" w:rsidP="008A7507"/>
          <w:p w14:paraId="72580C6E" w14:textId="6E9101AD" w:rsidR="008A7507" w:rsidRDefault="008A7507" w:rsidP="008A7507">
            <w:r>
              <w:rPr>
                <w:rFonts w:hint="eastAsia"/>
              </w:rPr>
              <w:t>テキストテキストテキストテキストテキストテキストテキストテキストテキストテキストテキストテキストテキストテキストテキストテキストテキストテキストテキストテキストテキストテキスト。</w:t>
            </w:r>
          </w:p>
          <w:p w14:paraId="0CC7C7B4" w14:textId="77777777" w:rsidR="008A7507" w:rsidRDefault="008A7507" w:rsidP="008A7507"/>
          <w:p w14:paraId="2F4D66D3" w14:textId="5D80DED3" w:rsidR="008A7507" w:rsidRPr="008A7507" w:rsidRDefault="008A7507" w:rsidP="008A7507">
            <w:pPr>
              <w:jc w:val="right"/>
            </w:pPr>
          </w:p>
        </w:tc>
      </w:tr>
      <w:tr w:rsidR="008A7507" w:rsidRPr="00363318" w14:paraId="1AD94614" w14:textId="77777777" w:rsidTr="008A7507">
        <w:trPr>
          <w:jc w:val="center"/>
        </w:trPr>
        <w:tc>
          <w:tcPr>
            <w:tcW w:w="2253" w:type="dxa"/>
            <w:gridSpan w:val="2"/>
            <w:shd w:val="clear" w:color="auto" w:fill="000000" w:themeFill="text1"/>
          </w:tcPr>
          <w:p w14:paraId="67C8A421" w14:textId="0051B3DE" w:rsidR="008A7507" w:rsidRPr="00363318" w:rsidRDefault="008A7507" w:rsidP="008A7507">
            <w:pPr>
              <w:rPr>
                <w:b/>
                <w:bCs/>
                <w:color w:val="FFFFFF" w:themeColor="background1"/>
              </w:rPr>
            </w:pPr>
          </w:p>
        </w:tc>
        <w:tc>
          <w:tcPr>
            <w:tcW w:w="567" w:type="dxa"/>
            <w:shd w:val="clear" w:color="auto" w:fill="000000" w:themeFill="text1"/>
          </w:tcPr>
          <w:p w14:paraId="174D7F86" w14:textId="77777777" w:rsidR="008A7507" w:rsidRPr="00363318" w:rsidRDefault="008A7507" w:rsidP="008A7507">
            <w:pPr>
              <w:rPr>
                <w:b/>
                <w:bCs/>
                <w:color w:val="FFFFFF" w:themeColor="background1"/>
              </w:rPr>
            </w:pPr>
          </w:p>
        </w:tc>
        <w:tc>
          <w:tcPr>
            <w:tcW w:w="6945" w:type="dxa"/>
            <w:shd w:val="clear" w:color="auto" w:fill="000000" w:themeFill="text1"/>
          </w:tcPr>
          <w:p w14:paraId="132202FC" w14:textId="1C624083" w:rsidR="008A7507" w:rsidRPr="00363318" w:rsidRDefault="008A7507" w:rsidP="008A7507">
            <w:pPr>
              <w:rPr>
                <w:b/>
                <w:bCs/>
                <w:color w:val="FFFFFF" w:themeColor="background1"/>
              </w:rPr>
            </w:pPr>
          </w:p>
        </w:tc>
      </w:tr>
    </w:tbl>
    <w:p w14:paraId="0C803414" w14:textId="4BFA30E0" w:rsidR="00532681" w:rsidRDefault="00532681" w:rsidP="008A7507">
      <w:pPr>
        <w:rPr>
          <w:b/>
          <w:bCs/>
        </w:rPr>
      </w:pPr>
    </w:p>
    <w:p w14:paraId="5831D1EC" w14:textId="77777777" w:rsidR="008A7507" w:rsidRDefault="008A7507" w:rsidP="008A7507">
      <w:pPr>
        <w:rPr>
          <w:b/>
          <w:bCs/>
        </w:rPr>
      </w:pPr>
    </w:p>
    <w:p w14:paraId="47C64FEE" w14:textId="1DF54AB5" w:rsidR="008A7507" w:rsidRPr="00476057" w:rsidRDefault="008A7507" w:rsidP="008A7507">
      <w:pPr>
        <w:jc w:val="right"/>
        <w:rPr>
          <w:b/>
          <w:bCs/>
        </w:rPr>
      </w:pPr>
      <w:r>
        <w:rPr>
          <w:rFonts w:hint="eastAsia"/>
        </w:rPr>
        <w:t>以　上</w:t>
      </w:r>
    </w:p>
    <w:sectPr w:rsidR="008A7507" w:rsidRPr="00476057" w:rsidSect="008A75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53B0C" w14:textId="77777777" w:rsidR="00F14773" w:rsidRDefault="00F14773" w:rsidP="00F55D90">
      <w:r>
        <w:separator/>
      </w:r>
    </w:p>
  </w:endnote>
  <w:endnote w:type="continuationSeparator" w:id="0">
    <w:p w14:paraId="29AED0AE" w14:textId="77777777" w:rsidR="00F14773" w:rsidRDefault="00F14773" w:rsidP="00F55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A5221" w14:textId="77777777" w:rsidR="00F14773" w:rsidRDefault="00F14773" w:rsidP="00F55D90">
      <w:r>
        <w:separator/>
      </w:r>
    </w:p>
  </w:footnote>
  <w:footnote w:type="continuationSeparator" w:id="0">
    <w:p w14:paraId="78E5AD65" w14:textId="77777777" w:rsidR="00F14773" w:rsidRDefault="00F14773" w:rsidP="00F55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01DCF"/>
    <w:multiLevelType w:val="hybridMultilevel"/>
    <w:tmpl w:val="F2A40B36"/>
    <w:lvl w:ilvl="0" w:tplc="2BD29094">
      <w:start w:val="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4B5398"/>
    <w:multiLevelType w:val="hybridMultilevel"/>
    <w:tmpl w:val="BC1C043C"/>
    <w:lvl w:ilvl="0" w:tplc="1BEEED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847F10"/>
    <w:multiLevelType w:val="hybridMultilevel"/>
    <w:tmpl w:val="4710A4AE"/>
    <w:lvl w:ilvl="0" w:tplc="B2063D5C">
      <w:start w:val="3"/>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D43291"/>
    <w:multiLevelType w:val="hybridMultilevel"/>
    <w:tmpl w:val="22C8C388"/>
    <w:lvl w:ilvl="0" w:tplc="46A0FCE2">
      <w:start w:val="3"/>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BD00A23"/>
    <w:multiLevelType w:val="hybridMultilevel"/>
    <w:tmpl w:val="40464456"/>
    <w:lvl w:ilvl="0" w:tplc="BAB2C3DC">
      <w:start w:val="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020092"/>
    <w:multiLevelType w:val="hybridMultilevel"/>
    <w:tmpl w:val="48A8E296"/>
    <w:lvl w:ilvl="0" w:tplc="609CB834">
      <w:start w:val="1"/>
      <w:numFmt w:val="decimal"/>
      <w:lvlText w:val="【第%1章】"/>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212C6E"/>
    <w:multiLevelType w:val="hybridMultilevel"/>
    <w:tmpl w:val="D690CC9C"/>
    <w:lvl w:ilvl="0" w:tplc="933AB5EA">
      <w:start w:val="2"/>
      <w:numFmt w:val="bullet"/>
      <w:lvlText w:val="※"/>
      <w:lvlJc w:val="left"/>
      <w:pPr>
        <w:ind w:left="360" w:hanging="360"/>
      </w:pPr>
      <w:rPr>
        <w:rFonts w:ascii="ＭＳ Ｐゴシック" w:eastAsia="ＭＳ Ｐゴシック" w:hAnsi="ＭＳ Ｐゴシック" w:cstheme="minorBidi" w:hint="eastAsia"/>
      </w:rPr>
    </w:lvl>
    <w:lvl w:ilvl="1" w:tplc="04090003">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E760B6"/>
    <w:multiLevelType w:val="hybridMultilevel"/>
    <w:tmpl w:val="A398A5FE"/>
    <w:lvl w:ilvl="0" w:tplc="7584E562">
      <w:start w:val="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CCD3E56"/>
    <w:multiLevelType w:val="hybridMultilevel"/>
    <w:tmpl w:val="730E736A"/>
    <w:lvl w:ilvl="0" w:tplc="933AB5EA">
      <w:start w:val="2"/>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F683CAB"/>
    <w:multiLevelType w:val="hybridMultilevel"/>
    <w:tmpl w:val="633EE026"/>
    <w:lvl w:ilvl="0" w:tplc="F27ADBFE">
      <w:start w:val="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1F0150"/>
    <w:multiLevelType w:val="hybridMultilevel"/>
    <w:tmpl w:val="146E3F4C"/>
    <w:lvl w:ilvl="0" w:tplc="50E6D8E2">
      <w:start w:val="3"/>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191166B"/>
    <w:multiLevelType w:val="hybridMultilevel"/>
    <w:tmpl w:val="79286C5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2464418"/>
    <w:multiLevelType w:val="hybridMultilevel"/>
    <w:tmpl w:val="D3B2F9AC"/>
    <w:lvl w:ilvl="0" w:tplc="933AB5EA">
      <w:start w:val="2"/>
      <w:numFmt w:val="bullet"/>
      <w:lvlText w:val="※"/>
      <w:lvlJc w:val="left"/>
      <w:pPr>
        <w:ind w:left="360" w:hanging="360"/>
      </w:pPr>
      <w:rPr>
        <w:rFonts w:ascii="ＭＳ Ｐゴシック" w:eastAsia="ＭＳ Ｐゴシック" w:hAnsi="ＭＳ Ｐゴシック"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277673"/>
    <w:multiLevelType w:val="hybridMultilevel"/>
    <w:tmpl w:val="42702312"/>
    <w:lvl w:ilvl="0" w:tplc="8128790C">
      <w:start w:val="2"/>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6775B1"/>
    <w:multiLevelType w:val="hybridMultilevel"/>
    <w:tmpl w:val="744C2B48"/>
    <w:lvl w:ilvl="0" w:tplc="C69495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8BC1ABC"/>
    <w:multiLevelType w:val="hybridMultilevel"/>
    <w:tmpl w:val="AB06855C"/>
    <w:lvl w:ilvl="0" w:tplc="04090001">
      <w:start w:val="1"/>
      <w:numFmt w:val="bullet"/>
      <w:lvlText w:val=""/>
      <w:lvlJc w:val="left"/>
      <w:pPr>
        <w:ind w:left="420" w:hanging="420"/>
      </w:pPr>
      <w:rPr>
        <w:rFonts w:ascii="Wingdings" w:hAnsi="Wingdings" w:hint="default"/>
      </w:rPr>
    </w:lvl>
    <w:lvl w:ilvl="1" w:tplc="04090009">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ED722E2"/>
    <w:multiLevelType w:val="hybridMultilevel"/>
    <w:tmpl w:val="D2CC879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44E45ED"/>
    <w:multiLevelType w:val="hybridMultilevel"/>
    <w:tmpl w:val="C48CDCDA"/>
    <w:lvl w:ilvl="0" w:tplc="933AB5EA">
      <w:start w:val="2"/>
      <w:numFmt w:val="bullet"/>
      <w:lvlText w:val="※"/>
      <w:lvlJc w:val="left"/>
      <w:pPr>
        <w:ind w:left="360" w:hanging="360"/>
      </w:pPr>
      <w:rPr>
        <w:rFonts w:ascii="ＭＳ Ｐゴシック" w:eastAsia="ＭＳ Ｐゴシック" w:hAnsi="ＭＳ Ｐゴシック" w:cstheme="minorBidi" w:hint="eastAsia"/>
      </w:rPr>
    </w:lvl>
    <w:lvl w:ilvl="1" w:tplc="04090009">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BA591D"/>
    <w:multiLevelType w:val="hybridMultilevel"/>
    <w:tmpl w:val="EED039C6"/>
    <w:lvl w:ilvl="0" w:tplc="9A3A2190">
      <w:start w:val="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0"/>
  </w:num>
  <w:num w:numId="3">
    <w:abstractNumId w:val="2"/>
  </w:num>
  <w:num w:numId="4">
    <w:abstractNumId w:val="3"/>
  </w:num>
  <w:num w:numId="5">
    <w:abstractNumId w:val="8"/>
  </w:num>
  <w:num w:numId="6">
    <w:abstractNumId w:val="12"/>
  </w:num>
  <w:num w:numId="7">
    <w:abstractNumId w:val="6"/>
  </w:num>
  <w:num w:numId="8">
    <w:abstractNumId w:val="11"/>
  </w:num>
  <w:num w:numId="9">
    <w:abstractNumId w:val="16"/>
  </w:num>
  <w:num w:numId="10">
    <w:abstractNumId w:val="15"/>
  </w:num>
  <w:num w:numId="11">
    <w:abstractNumId w:val="17"/>
  </w:num>
  <w:num w:numId="12">
    <w:abstractNumId w:val="13"/>
  </w:num>
  <w:num w:numId="13">
    <w:abstractNumId w:val="14"/>
  </w:num>
  <w:num w:numId="14">
    <w:abstractNumId w:val="1"/>
  </w:num>
  <w:num w:numId="15">
    <w:abstractNumId w:val="9"/>
  </w:num>
  <w:num w:numId="16">
    <w:abstractNumId w:val="18"/>
  </w:num>
  <w:num w:numId="17">
    <w:abstractNumId w:val="7"/>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840"/>
  <w:drawingGridHorizontalSpacing w:val="9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507"/>
    <w:rsid w:val="0001788E"/>
    <w:rsid w:val="0006652D"/>
    <w:rsid w:val="000F6C85"/>
    <w:rsid w:val="00213B05"/>
    <w:rsid w:val="002B04B3"/>
    <w:rsid w:val="00341965"/>
    <w:rsid w:val="00345421"/>
    <w:rsid w:val="00363318"/>
    <w:rsid w:val="00381102"/>
    <w:rsid w:val="00382B08"/>
    <w:rsid w:val="003B0BA7"/>
    <w:rsid w:val="003B17AD"/>
    <w:rsid w:val="003E1457"/>
    <w:rsid w:val="00434799"/>
    <w:rsid w:val="00476057"/>
    <w:rsid w:val="004C1C8E"/>
    <w:rsid w:val="00532681"/>
    <w:rsid w:val="005A0735"/>
    <w:rsid w:val="005D3E6B"/>
    <w:rsid w:val="005F456B"/>
    <w:rsid w:val="006026B5"/>
    <w:rsid w:val="006F066F"/>
    <w:rsid w:val="00757BF9"/>
    <w:rsid w:val="007B677F"/>
    <w:rsid w:val="007F74F0"/>
    <w:rsid w:val="00846541"/>
    <w:rsid w:val="008A7507"/>
    <w:rsid w:val="00922F8B"/>
    <w:rsid w:val="00972418"/>
    <w:rsid w:val="009A627A"/>
    <w:rsid w:val="00A2274B"/>
    <w:rsid w:val="00A268C3"/>
    <w:rsid w:val="00A4469F"/>
    <w:rsid w:val="00A458EE"/>
    <w:rsid w:val="00A601F0"/>
    <w:rsid w:val="00AA4A79"/>
    <w:rsid w:val="00B521FB"/>
    <w:rsid w:val="00B6540E"/>
    <w:rsid w:val="00B75CC4"/>
    <w:rsid w:val="00BE064A"/>
    <w:rsid w:val="00BE41CB"/>
    <w:rsid w:val="00C51B4D"/>
    <w:rsid w:val="00CD7997"/>
    <w:rsid w:val="00D302D8"/>
    <w:rsid w:val="00D73537"/>
    <w:rsid w:val="00DC6D59"/>
    <w:rsid w:val="00DF7463"/>
    <w:rsid w:val="00E24C3B"/>
    <w:rsid w:val="00EC70D0"/>
    <w:rsid w:val="00EF5A6F"/>
    <w:rsid w:val="00F046FA"/>
    <w:rsid w:val="00F14773"/>
    <w:rsid w:val="00F322FB"/>
    <w:rsid w:val="00F55D90"/>
    <w:rsid w:val="00F92E2C"/>
    <w:rsid w:val="00FA7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70F31"/>
  <w15:chartTrackingRefBased/>
  <w15:docId w15:val="{068B4D79-2AFD-452B-AA5E-E35E2237F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69F"/>
    <w:pPr>
      <w:widowControl w:val="0"/>
      <w:jc w:val="both"/>
    </w:pPr>
    <w:rPr>
      <w:rFonts w:ascii="ＭＳ Ｐゴシック" w:eastAsia="ＭＳ Ｐゴシック" w:hAnsi="ＭＳ Ｐゴシック"/>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2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next w:val="a"/>
    <w:link w:val="a5"/>
    <w:uiPriority w:val="10"/>
    <w:qFormat/>
    <w:rsid w:val="00532681"/>
    <w:pPr>
      <w:shd w:val="clear" w:color="auto" w:fill="000000" w:themeFill="text1"/>
      <w:snapToGrid w:val="0"/>
      <w:jc w:val="center"/>
      <w:outlineLvl w:val="0"/>
    </w:pPr>
    <w:rPr>
      <w:rFonts w:cstheme="majorBidi"/>
      <w:b/>
      <w:bCs/>
      <w:color w:val="FFFFFF" w:themeColor="background1"/>
      <w:sz w:val="28"/>
      <w:szCs w:val="28"/>
    </w:rPr>
  </w:style>
  <w:style w:type="character" w:customStyle="1" w:styleId="a5">
    <w:name w:val="表題 (文字)"/>
    <w:basedOn w:val="a0"/>
    <w:link w:val="a4"/>
    <w:uiPriority w:val="10"/>
    <w:rsid w:val="00532681"/>
    <w:rPr>
      <w:rFonts w:ascii="ＭＳ Ｐゴシック" w:eastAsia="ＭＳ Ｐゴシック" w:hAnsi="ＭＳ Ｐゴシック" w:cstheme="majorBidi"/>
      <w:b/>
      <w:bCs/>
      <w:color w:val="FFFFFF" w:themeColor="background1"/>
      <w:sz w:val="28"/>
      <w:szCs w:val="28"/>
      <w:shd w:val="clear" w:color="auto" w:fill="000000" w:themeFill="text1"/>
    </w:rPr>
  </w:style>
  <w:style w:type="character" w:styleId="a6">
    <w:name w:val="Hyperlink"/>
    <w:basedOn w:val="a0"/>
    <w:uiPriority w:val="99"/>
    <w:unhideWhenUsed/>
    <w:rsid w:val="00A4469F"/>
    <w:rPr>
      <w:color w:val="0563C1" w:themeColor="hyperlink"/>
      <w:u w:val="single"/>
    </w:rPr>
  </w:style>
  <w:style w:type="character" w:styleId="a7">
    <w:name w:val="Unresolved Mention"/>
    <w:basedOn w:val="a0"/>
    <w:uiPriority w:val="99"/>
    <w:semiHidden/>
    <w:unhideWhenUsed/>
    <w:rsid w:val="00A4469F"/>
    <w:rPr>
      <w:color w:val="605E5C"/>
      <w:shd w:val="clear" w:color="auto" w:fill="E1DFDD"/>
    </w:rPr>
  </w:style>
  <w:style w:type="paragraph" w:styleId="a8">
    <w:name w:val="List Paragraph"/>
    <w:basedOn w:val="a"/>
    <w:uiPriority w:val="34"/>
    <w:qFormat/>
    <w:rsid w:val="00846541"/>
    <w:pPr>
      <w:ind w:leftChars="400" w:left="840"/>
    </w:pPr>
  </w:style>
  <w:style w:type="paragraph" w:styleId="a9">
    <w:name w:val="header"/>
    <w:basedOn w:val="a"/>
    <w:link w:val="aa"/>
    <w:uiPriority w:val="99"/>
    <w:unhideWhenUsed/>
    <w:rsid w:val="00F55D90"/>
    <w:pPr>
      <w:tabs>
        <w:tab w:val="center" w:pos="4252"/>
        <w:tab w:val="right" w:pos="8504"/>
      </w:tabs>
      <w:snapToGrid w:val="0"/>
    </w:pPr>
  </w:style>
  <w:style w:type="character" w:customStyle="1" w:styleId="aa">
    <w:name w:val="ヘッダー (文字)"/>
    <w:basedOn w:val="a0"/>
    <w:link w:val="a9"/>
    <w:uiPriority w:val="99"/>
    <w:rsid w:val="00F55D90"/>
    <w:rPr>
      <w:rFonts w:ascii="ＭＳ Ｐゴシック" w:eastAsia="ＭＳ Ｐゴシック" w:hAnsi="ＭＳ Ｐゴシック"/>
      <w:sz w:val="18"/>
      <w:szCs w:val="20"/>
    </w:rPr>
  </w:style>
  <w:style w:type="paragraph" w:styleId="ab">
    <w:name w:val="footer"/>
    <w:basedOn w:val="a"/>
    <w:link w:val="ac"/>
    <w:uiPriority w:val="99"/>
    <w:unhideWhenUsed/>
    <w:rsid w:val="00F55D90"/>
    <w:pPr>
      <w:tabs>
        <w:tab w:val="center" w:pos="4252"/>
        <w:tab w:val="right" w:pos="8504"/>
      </w:tabs>
      <w:snapToGrid w:val="0"/>
    </w:pPr>
  </w:style>
  <w:style w:type="character" w:customStyle="1" w:styleId="ac">
    <w:name w:val="フッター (文字)"/>
    <w:basedOn w:val="a0"/>
    <w:link w:val="ab"/>
    <w:uiPriority w:val="99"/>
    <w:rsid w:val="00F55D90"/>
    <w:rPr>
      <w:rFonts w:ascii="ＭＳ Ｐゴシック" w:eastAsia="ＭＳ Ｐゴシック" w:hAnsi="ＭＳ Ｐゴシック"/>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G:\&#12510;&#12452;&#12489;&#12521;&#12452;&#12502;\20_&#35611;&#24107;&#12501;&#12457;&#12523;&#12480;\99_&#35611;&#24107;&#12484;&#12540;&#12523;\&#12304;&#12402;&#12394;&#24418;&#12305;&#12479;&#12452;&#12512;&#12473;&#12465;&#12472;&#12517;&#12540;&#12523;.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【ひな形】タイムスケジュール.dotx</Template>
  <TotalTime>8</TotalTime>
  <Pages>2</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Yujiro Sakaki</dc:creator>
  <cp:keywords/>
  <dc:description/>
  <cp:lastModifiedBy>Sakaki Yujiro</cp:lastModifiedBy>
  <cp:revision>5</cp:revision>
  <cp:lastPrinted>2021-04-16T07:08:00Z</cp:lastPrinted>
  <dcterms:created xsi:type="dcterms:W3CDTF">2021-06-28T07:02:00Z</dcterms:created>
  <dcterms:modified xsi:type="dcterms:W3CDTF">2021-06-28T07:49:00Z</dcterms:modified>
</cp:coreProperties>
</file>